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CED" w:rsidRDefault="00610CED" w:rsidP="00A86EA0">
      <w:pPr>
        <w:jc w:val="center"/>
      </w:pPr>
      <w:r>
        <w:t xml:space="preserve">Ten Apples Up On Top! </w:t>
      </w:r>
    </w:p>
    <w:p w:rsidR="00610CED" w:rsidRDefault="00610CED" w:rsidP="00A86EA0">
      <w:pPr>
        <w:jc w:val="right"/>
      </w:pPr>
      <w:r>
        <w:t>Name___________________</w:t>
      </w:r>
    </w:p>
    <w:p w:rsidR="00610CED" w:rsidRDefault="00610CED" w:rsidP="00A86EA0">
      <w:r>
        <w:t>Match the rhyming words by drawing a line that connects them.</w:t>
      </w:r>
    </w:p>
    <w:p w:rsidR="00610CED" w:rsidRDefault="00610CED" w:rsidP="00D74AD3"/>
    <w:p w:rsidR="00610CED" w:rsidRDefault="00610CED" w:rsidP="00D74AD3">
      <w:r>
        <w:t>Eight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Mop</w:t>
      </w:r>
    </w:p>
    <w:p w:rsidR="00610CED" w:rsidRDefault="00610CED" w:rsidP="00D74AD3"/>
    <w:p w:rsidR="00610CED" w:rsidRDefault="00610CED" w:rsidP="00D74AD3">
      <w:r>
        <w:t>Think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Skate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10CED" w:rsidRDefault="00610CED" w:rsidP="00D74AD3"/>
    <w:p w:rsidR="00610CED" w:rsidRDefault="00610CED" w:rsidP="00D74AD3">
      <w:r>
        <w:t>Drop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10CED" w:rsidRDefault="00610CED" w:rsidP="00D74AD3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10CED" w:rsidRDefault="00610CED" w:rsidP="00D74AD3">
      <w:r>
        <w:t>Four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Drink</w:t>
      </w:r>
      <w:r>
        <w:tab/>
      </w:r>
    </w:p>
    <w:p w:rsidR="00610CED" w:rsidRDefault="00610CED" w:rsidP="00D74AD3"/>
    <w:p w:rsidR="00610CED" w:rsidRDefault="00610CED" w:rsidP="00D74AD3"/>
    <w:p w:rsidR="00610CED" w:rsidRDefault="00610CED" w:rsidP="00D74AD3">
      <w:r>
        <w:t xml:space="preserve">Then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Ten</w:t>
      </w:r>
    </w:p>
    <w:p w:rsidR="00610CED" w:rsidRDefault="00610CED" w:rsidP="00D74AD3"/>
    <w:p w:rsidR="00610CED" w:rsidRDefault="00610CED" w:rsidP="00D74AD3"/>
    <w:p w:rsidR="00610CED" w:rsidRDefault="00610CED" w:rsidP="00D74AD3">
      <w:r>
        <w:t>Down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Town</w:t>
      </w:r>
    </w:p>
    <w:p w:rsidR="00610CED" w:rsidRDefault="00610CED" w:rsidP="00D74AD3"/>
    <w:p w:rsidR="00610CED" w:rsidRDefault="00610CED" w:rsidP="00D74AD3">
      <w:r>
        <w:t>Fall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All</w:t>
      </w:r>
    </w:p>
    <w:p w:rsidR="00610CED" w:rsidRDefault="00610CED" w:rsidP="00D74AD3">
      <w:r>
        <w:tab/>
      </w:r>
      <w:r>
        <w:tab/>
      </w:r>
      <w:r>
        <w:tab/>
      </w:r>
      <w:r>
        <w:tab/>
      </w:r>
      <w:r>
        <w:tab/>
      </w:r>
    </w:p>
    <w:p w:rsidR="00610CED" w:rsidRDefault="00610CED" w:rsidP="00D74AD3">
      <w:r>
        <w:tab/>
      </w:r>
      <w:r>
        <w:tab/>
      </w:r>
      <w:r>
        <w:tab/>
      </w:r>
      <w:r>
        <w:tab/>
      </w:r>
    </w:p>
    <w:p w:rsidR="00610CED" w:rsidRDefault="00610CED" w:rsidP="00D74AD3"/>
    <w:p w:rsidR="00610CED" w:rsidRDefault="00610CED" w:rsidP="00D74AD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10CED" w:rsidRDefault="00610CED" w:rsidP="00D74AD3">
      <w:pPr>
        <w:ind w:left="6480" w:firstLine="720"/>
      </w:pPr>
    </w:p>
    <w:sectPr w:rsidR="00610CED" w:rsidSect="004E04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6EA0"/>
    <w:rsid w:val="00061497"/>
    <w:rsid w:val="002303A0"/>
    <w:rsid w:val="004E0420"/>
    <w:rsid w:val="00610CED"/>
    <w:rsid w:val="00831B63"/>
    <w:rsid w:val="00A86EA0"/>
    <w:rsid w:val="00D74AD3"/>
    <w:rsid w:val="00E47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420"/>
    <w:pPr>
      <w:spacing w:after="200" w:line="276" w:lineRule="auto"/>
    </w:pPr>
    <w:rPr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46</Words>
  <Characters>264</Characters>
  <Application>Microsoft Office Outlook</Application>
  <DocSecurity>0</DocSecurity>
  <Lines>0</Lines>
  <Paragraphs>0</Paragraphs>
  <ScaleCrop>false</ScaleCrop>
  <Company>Concordia University Wisconsin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 Apples Up On Top</dc:title>
  <dc:subject/>
  <dc:creator>Information Technology</dc:creator>
  <cp:keywords/>
  <dc:description/>
  <cp:lastModifiedBy>Tyler Granrath</cp:lastModifiedBy>
  <cp:revision>2</cp:revision>
  <dcterms:created xsi:type="dcterms:W3CDTF">2010-05-05T01:44:00Z</dcterms:created>
  <dcterms:modified xsi:type="dcterms:W3CDTF">2010-05-05T01:44:00Z</dcterms:modified>
</cp:coreProperties>
</file>